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E25F3" w:rsidRPr="00E960BB">
        <w:rPr>
          <w:rFonts w:ascii="Corbel" w:hAnsi="Corbel"/>
          <w:bCs/>
          <w:i/>
        </w:rPr>
        <w:t xml:space="preserve">Załącznik nr 1.5 do Zarządzenia Rektora UR  nr </w:t>
      </w:r>
      <w:r w:rsidR="009E25F3">
        <w:rPr>
          <w:rFonts w:ascii="Corbel" w:hAnsi="Corbel"/>
          <w:bCs/>
          <w:i/>
        </w:rPr>
        <w:t>7</w:t>
      </w:r>
      <w:r w:rsidR="009E25F3" w:rsidRPr="00E960BB">
        <w:rPr>
          <w:rFonts w:ascii="Corbel" w:hAnsi="Corbel"/>
          <w:bCs/>
          <w:i/>
        </w:rPr>
        <w:t>/20</w:t>
      </w:r>
      <w:r w:rsidR="009E25F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0349" w:rsidRDefault="0071620A" w:rsidP="00AF03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31162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831162">
        <w:rPr>
          <w:rFonts w:ascii="Corbel" w:hAnsi="Corbel"/>
          <w:sz w:val="20"/>
          <w:szCs w:val="20"/>
        </w:rPr>
        <w:t>4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83116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6A2D59" w:rsidRPr="006A2D59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prawidłowo 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zewnątrzsterowny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lastRenderedPageBreak/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 pkt – dst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3,5 pkt – dst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4-5 pkt – 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5,5 pkt db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6 pkt - bdb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9E25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literaury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Mietzel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Zimbardo Ph.,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D3" w:rsidRDefault="00CB32D3" w:rsidP="00C16ABF">
      <w:pPr>
        <w:spacing w:after="0" w:line="240" w:lineRule="auto"/>
      </w:pPr>
      <w:r>
        <w:separator/>
      </w:r>
    </w:p>
  </w:endnote>
  <w:endnote w:type="continuationSeparator" w:id="0">
    <w:p w:rsidR="00CB32D3" w:rsidRDefault="00CB32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D3" w:rsidRDefault="00CB32D3" w:rsidP="00C16ABF">
      <w:pPr>
        <w:spacing w:after="0" w:line="240" w:lineRule="auto"/>
      </w:pPr>
      <w:r>
        <w:separator/>
      </w:r>
    </w:p>
  </w:footnote>
  <w:footnote w:type="continuationSeparator" w:id="0">
    <w:p w:rsidR="00CB32D3" w:rsidRDefault="00CB32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01C7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2D89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251F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A2D59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1162"/>
    <w:rsid w:val="00835105"/>
    <w:rsid w:val="00836330"/>
    <w:rsid w:val="008449B3"/>
    <w:rsid w:val="00857176"/>
    <w:rsid w:val="0085747A"/>
    <w:rsid w:val="008818F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25F3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1007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0349"/>
    <w:rsid w:val="00AF2C1E"/>
    <w:rsid w:val="00AF7CD4"/>
    <w:rsid w:val="00B06142"/>
    <w:rsid w:val="00B1095F"/>
    <w:rsid w:val="00B11C42"/>
    <w:rsid w:val="00B1351C"/>
    <w:rsid w:val="00B135B1"/>
    <w:rsid w:val="00B2476C"/>
    <w:rsid w:val="00B3130B"/>
    <w:rsid w:val="00B31742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B7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32D3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96C88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422E0"/>
    <w:rsid w:val="00F50447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D9F7"/>
  <w15:docId w15:val="{E5029E8C-FAFA-4925-A498-6D96BB68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526D1-FB43-4DC5-A7E4-9835EE70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2020-10-19T06:16:00Z</cp:lastPrinted>
  <dcterms:created xsi:type="dcterms:W3CDTF">2019-10-21T09:43:00Z</dcterms:created>
  <dcterms:modified xsi:type="dcterms:W3CDTF">2024-07-08T08:48:00Z</dcterms:modified>
</cp:coreProperties>
</file>